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3FAB9" w14:textId="77777777" w:rsidR="006E3EDC" w:rsidRDefault="006E3EDC" w:rsidP="006E3EDC">
      <w:pPr>
        <w:jc w:val="center"/>
        <w:rPr>
          <w:b/>
          <w:bCs/>
          <w:sz w:val="28"/>
          <w:szCs w:val="28"/>
        </w:rPr>
      </w:pPr>
      <w:r w:rsidRPr="002D4233">
        <w:rPr>
          <w:b/>
          <w:bCs/>
          <w:sz w:val="28"/>
          <w:szCs w:val="28"/>
        </w:rPr>
        <w:t>Příloha č. 3.</w:t>
      </w:r>
      <w:r>
        <w:rPr>
          <w:b/>
          <w:bCs/>
          <w:sz w:val="28"/>
          <w:szCs w:val="28"/>
        </w:rPr>
        <w:t>6</w:t>
      </w:r>
      <w:r w:rsidRPr="002D4233">
        <w:rPr>
          <w:b/>
          <w:bCs/>
          <w:sz w:val="28"/>
          <w:szCs w:val="28"/>
        </w:rPr>
        <w:t xml:space="preserve"> SOD – </w:t>
      </w:r>
      <w:r>
        <w:rPr>
          <w:b/>
          <w:bCs/>
          <w:sz w:val="28"/>
          <w:szCs w:val="28"/>
        </w:rPr>
        <w:t>P</w:t>
      </w:r>
      <w:r w:rsidRPr="002D4233">
        <w:rPr>
          <w:b/>
          <w:bCs/>
          <w:sz w:val="28"/>
          <w:szCs w:val="28"/>
        </w:rPr>
        <w:t>ožadavky Objednatele</w:t>
      </w:r>
      <w:r>
        <w:rPr>
          <w:b/>
          <w:bCs/>
          <w:sz w:val="28"/>
          <w:szCs w:val="28"/>
        </w:rPr>
        <w:t xml:space="preserve"> na prostory a vybavení v rámci zařízení staveniště</w:t>
      </w:r>
    </w:p>
    <w:p w14:paraId="06A64F8C" w14:textId="77777777" w:rsidR="006E3EDC" w:rsidRDefault="006E3EDC" w:rsidP="006E3EDC">
      <w:pPr>
        <w:jc w:val="center"/>
        <w:rPr>
          <w:b/>
          <w:bCs/>
          <w:sz w:val="28"/>
          <w:szCs w:val="28"/>
        </w:rPr>
      </w:pPr>
    </w:p>
    <w:p w14:paraId="35465426" w14:textId="77777777" w:rsidR="006E3EDC" w:rsidRDefault="006E3EDC" w:rsidP="006E3EDC">
      <w:pPr>
        <w:pStyle w:val="Odstavecseseznamem"/>
        <w:numPr>
          <w:ilvl w:val="0"/>
          <w:numId w:val="10"/>
        </w:numPr>
        <w:spacing w:after="160" w:line="259" w:lineRule="auto"/>
      </w:pPr>
      <w:r>
        <w:t>Minimalizace výluk heliportu LKUS</w:t>
      </w:r>
    </w:p>
    <w:p w14:paraId="661708AC" w14:textId="77777777" w:rsidR="006E3EDC" w:rsidRDefault="006E3EDC" w:rsidP="006E3EDC">
      <w:pPr>
        <w:pStyle w:val="Odstavecseseznamem"/>
      </w:pPr>
    </w:p>
    <w:p w14:paraId="1CB4AAA5" w14:textId="77777777" w:rsidR="006E3EDC" w:rsidRDefault="006E3EDC" w:rsidP="006E3EDC">
      <w:pPr>
        <w:pStyle w:val="Odstavecseseznamem"/>
        <w:numPr>
          <w:ilvl w:val="0"/>
          <w:numId w:val="10"/>
        </w:numPr>
        <w:spacing w:after="160" w:line="259" w:lineRule="auto"/>
      </w:pPr>
      <w:r>
        <w:t xml:space="preserve">Prostor zřízení </w:t>
      </w:r>
      <w:proofErr w:type="gramStart"/>
      <w:r>
        <w:t>staveniště  (</w:t>
      </w:r>
      <w:proofErr w:type="gramEnd"/>
      <w:r>
        <w:t>přesně vymezí při předání staveniště Údržba MNUL)</w:t>
      </w:r>
    </w:p>
    <w:p w14:paraId="5A032E97" w14:textId="77777777" w:rsidR="006E3EDC" w:rsidRPr="006C35BC" w:rsidRDefault="006E3EDC" w:rsidP="006E3EDC">
      <w:pPr>
        <w:pStyle w:val="Odstavecseseznamem"/>
      </w:pPr>
    </w:p>
    <w:p w14:paraId="471F4EF7" w14:textId="77777777" w:rsidR="006E3EDC" w:rsidRDefault="006E3EDC" w:rsidP="006E3EDC">
      <w:pPr>
        <w:pStyle w:val="Odstavecseseznamem"/>
      </w:pPr>
      <w:r w:rsidRPr="006C35BC">
        <w:rPr>
          <w:noProof/>
        </w:rPr>
        <w:drawing>
          <wp:inline distT="0" distB="0" distL="0" distR="0" wp14:anchorId="79FC4740" wp14:editId="5E46600E">
            <wp:extent cx="5760720" cy="35115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53A17" w14:textId="77777777" w:rsidR="006E3EDC" w:rsidRPr="006C35BC" w:rsidRDefault="006E3EDC" w:rsidP="006E3EDC"/>
    <w:p w14:paraId="0A324E77" w14:textId="77777777" w:rsidR="006E3EDC" w:rsidRDefault="006E3EDC" w:rsidP="006E3EDC">
      <w:pPr>
        <w:pStyle w:val="Odstavecseseznamem"/>
        <w:numPr>
          <w:ilvl w:val="0"/>
          <w:numId w:val="10"/>
        </w:numPr>
        <w:spacing w:after="160" w:line="259" w:lineRule="auto"/>
      </w:pPr>
      <w:r>
        <w:t>Přípojka vody (určí při předání staveniště Údržba MNUL)</w:t>
      </w:r>
    </w:p>
    <w:p w14:paraId="46F8D0FF" w14:textId="77777777" w:rsidR="006E3EDC" w:rsidRDefault="006E3EDC" w:rsidP="006E3EDC">
      <w:pPr>
        <w:pStyle w:val="Odstavecseseznamem"/>
      </w:pPr>
    </w:p>
    <w:p w14:paraId="52768F17" w14:textId="77777777" w:rsidR="006E3EDC" w:rsidRDefault="006E3EDC" w:rsidP="006E3EDC">
      <w:pPr>
        <w:pStyle w:val="Odstavecseseznamem"/>
        <w:numPr>
          <w:ilvl w:val="0"/>
          <w:numId w:val="10"/>
        </w:numPr>
        <w:spacing w:after="160" w:line="259" w:lineRule="auto"/>
      </w:pPr>
      <w:r>
        <w:t>Přípojka elektřiny (220 V / 400 V) určí při předání staveniště Údržba MNUL</w:t>
      </w:r>
    </w:p>
    <w:p w14:paraId="295C57FF" w14:textId="77777777" w:rsidR="006E3EDC" w:rsidRPr="00437C64" w:rsidRDefault="006E3EDC" w:rsidP="006E3EDC">
      <w:pPr>
        <w:pStyle w:val="Odstavecseseznamem"/>
      </w:pPr>
    </w:p>
    <w:p w14:paraId="56A8A807" w14:textId="77777777" w:rsidR="006E3EDC" w:rsidRDefault="006E3EDC" w:rsidP="006E3EDC">
      <w:pPr>
        <w:pStyle w:val="Odstavecseseznamem"/>
        <w:numPr>
          <w:ilvl w:val="0"/>
          <w:numId w:val="10"/>
        </w:numPr>
        <w:spacing w:after="160" w:line="259" w:lineRule="auto"/>
      </w:pPr>
      <w:r>
        <w:t xml:space="preserve">WC – </w:t>
      </w:r>
      <w:proofErr w:type="gramStart"/>
      <w:r>
        <w:t>mobilní - zajistí</w:t>
      </w:r>
      <w:proofErr w:type="gramEnd"/>
      <w:r>
        <w:t xml:space="preserve"> si Dodavatel</w:t>
      </w:r>
    </w:p>
    <w:p w14:paraId="1F42FEF2" w14:textId="77777777" w:rsidR="006E3EDC" w:rsidRPr="00437C64" w:rsidRDefault="006E3EDC" w:rsidP="006E3EDC">
      <w:pPr>
        <w:pStyle w:val="Odstavecseseznamem"/>
      </w:pPr>
    </w:p>
    <w:p w14:paraId="683B3AB1" w14:textId="77777777" w:rsidR="006E3EDC" w:rsidRDefault="006E3EDC" w:rsidP="006E3EDC">
      <w:pPr>
        <w:pStyle w:val="Odstavecseseznamem"/>
        <w:numPr>
          <w:ilvl w:val="0"/>
          <w:numId w:val="10"/>
        </w:numPr>
        <w:spacing w:after="160" w:line="259" w:lineRule="auto"/>
      </w:pPr>
      <w:r>
        <w:t>Oplocení staveniště, případně střežení – zajistí si Dodavatel</w:t>
      </w:r>
    </w:p>
    <w:p w14:paraId="43477BA8" w14:textId="77777777" w:rsidR="006E3EDC" w:rsidRPr="00437C64" w:rsidRDefault="006E3EDC" w:rsidP="006E3EDC">
      <w:pPr>
        <w:pStyle w:val="Odstavecseseznamem"/>
      </w:pPr>
    </w:p>
    <w:p w14:paraId="285FB054" w14:textId="77777777" w:rsidR="006E3EDC" w:rsidRPr="006C35BC" w:rsidRDefault="006E3EDC" w:rsidP="006E3EDC">
      <w:pPr>
        <w:pStyle w:val="Odstavecseseznamem"/>
        <w:numPr>
          <w:ilvl w:val="0"/>
          <w:numId w:val="10"/>
        </w:numPr>
        <w:spacing w:after="160" w:line="259" w:lineRule="auto"/>
      </w:pPr>
      <w:r>
        <w:t>Zásadní je dodržování nočního klidu (denně od 22,00 do 06,00 hodin)</w:t>
      </w:r>
    </w:p>
    <w:p w14:paraId="2BA36BFA" w14:textId="1786D7D9" w:rsidR="00023847" w:rsidRDefault="00023847">
      <w:pPr>
        <w:jc w:val="center"/>
        <w:rPr>
          <w:rFonts w:ascii="Arial" w:hAnsi="Arial" w:cs="Arial"/>
          <w:b/>
          <w:sz w:val="28"/>
          <w:szCs w:val="28"/>
        </w:rPr>
      </w:pPr>
    </w:p>
    <w:sectPr w:rsidR="000238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E1674" w14:textId="77777777" w:rsidR="003622E0" w:rsidRDefault="003622E0">
      <w:r>
        <w:separator/>
      </w:r>
    </w:p>
  </w:endnote>
  <w:endnote w:type="continuationSeparator" w:id="0">
    <w:p w14:paraId="0F70C693" w14:textId="77777777" w:rsidR="003622E0" w:rsidRDefault="00362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B0A86" w14:textId="77777777" w:rsidR="00023847" w:rsidRDefault="000238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2DFF" w14:textId="77777777" w:rsidR="00023847" w:rsidRDefault="005E6C81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6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7</w:t>
    </w:r>
    <w:r>
      <w:rPr>
        <w:rFonts w:ascii="MetaCE" w:hAnsi="MetaCE"/>
        <w:sz w:val="14"/>
        <w:szCs w:val="14"/>
      </w:rPr>
      <w:fldChar w:fldCharType="end"/>
    </w:r>
  </w:p>
  <w:p w14:paraId="0A5A3FAB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43494728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1CE6" w14:textId="77777777" w:rsidR="00023847" w:rsidRDefault="000238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91C1F" w14:textId="77777777" w:rsidR="003622E0" w:rsidRDefault="003622E0">
      <w:r>
        <w:separator/>
      </w:r>
    </w:p>
  </w:footnote>
  <w:footnote w:type="continuationSeparator" w:id="0">
    <w:p w14:paraId="2468BC1D" w14:textId="77777777" w:rsidR="003622E0" w:rsidRDefault="00362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E86F" w14:textId="77777777" w:rsidR="00023847" w:rsidRDefault="000238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EE5" w14:textId="77777777" w:rsidR="00023847" w:rsidRDefault="005E6C81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1E14D5B4" wp14:editId="205719C8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C9D7" w14:textId="77777777" w:rsidR="00023847" w:rsidRDefault="000238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6AE3BB1"/>
    <w:multiLevelType w:val="hybridMultilevel"/>
    <w:tmpl w:val="D7B4BB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847"/>
    <w:rsid w:val="00023847"/>
    <w:rsid w:val="00082092"/>
    <w:rsid w:val="0023081F"/>
    <w:rsid w:val="003622E0"/>
    <w:rsid w:val="005E6C81"/>
    <w:rsid w:val="006E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C91ACC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2B0E2-E802-448D-A1D0-6D374211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10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Kremličková Václava</cp:lastModifiedBy>
  <cp:revision>12</cp:revision>
  <dcterms:created xsi:type="dcterms:W3CDTF">2023-08-09T07:06:00Z</dcterms:created>
  <dcterms:modified xsi:type="dcterms:W3CDTF">2024-05-14T10:21:00Z</dcterms:modified>
</cp:coreProperties>
</file>